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0F4B40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Default="000F4B40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</w:t>
      </w:r>
      <w:r w:rsidR="000B1BF7">
        <w:rPr>
          <w:rFonts w:ascii="Arial" w:hAnsi="Arial" w:cs="Arial"/>
          <w:b/>
        </w:rPr>
        <w:t>Technické</w:t>
      </w:r>
      <w:r w:rsidRPr="00447B8F">
        <w:rPr>
          <w:rFonts w:ascii="Arial" w:hAnsi="Arial" w:cs="Arial"/>
          <w:b/>
        </w:rPr>
        <w:t xml:space="preserve"> kvalifikac</w:t>
      </w:r>
      <w:r w:rsidR="00F97EBA">
        <w:rPr>
          <w:rFonts w:ascii="Arial" w:hAnsi="Arial" w:cs="Arial"/>
          <w:b/>
        </w:rPr>
        <w:t>i</w:t>
      </w:r>
      <w:bookmarkStart w:id="0" w:name="_GoBack"/>
      <w:bookmarkEnd w:id="0"/>
      <w:r w:rsidRPr="00447B8F">
        <w:rPr>
          <w:rFonts w:ascii="Arial" w:hAnsi="Arial" w:cs="Arial"/>
          <w:b/>
        </w:rPr>
        <w:t xml:space="preserve"> </w:t>
      </w:r>
    </w:p>
    <w:p w:rsidR="000B1BF7" w:rsidRDefault="000B1BF7" w:rsidP="00BC04C5">
      <w:pPr>
        <w:pStyle w:val="Zhlav"/>
        <w:jc w:val="center"/>
        <w:rPr>
          <w:rFonts w:ascii="Arial" w:hAnsi="Arial" w:cs="Arial"/>
          <w:b/>
        </w:rPr>
      </w:pPr>
    </w:p>
    <w:p w:rsidR="000B1BF7" w:rsidRPr="002D1A2C" w:rsidRDefault="000B1BF7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Seznam významných dodávek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467AF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0F4B40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VZ27_2023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Nábytek pro Český rozhlas - dynamický nákupní systém</w:t>
            </w:r>
          </w:p>
        </w:tc>
      </w:tr>
      <w:tr w:rsidR="00B467AF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  <w:p w:rsidR="00035641" w:rsidRPr="00447B8F" w:rsidRDefault="00035641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467AF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F4B40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467AF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0F4B4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467AF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F4B4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467AF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F4B4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467A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035641" w:rsidRDefault="00035641" w:rsidP="008A4E3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32CC" w:rsidRPr="00447B8F" w:rsidRDefault="000F4B40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B467AF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467A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467A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467A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467A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467AF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467AF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0F4B4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0F4B4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Default="008B65D7" w:rsidP="001137C9">
      <w:pPr>
        <w:rPr>
          <w:rFonts w:ascii="Arial" w:hAnsi="Arial" w:cs="Arial"/>
          <w:sz w:val="18"/>
          <w:szCs w:val="18"/>
        </w:rPr>
      </w:pPr>
    </w:p>
    <w:p w:rsidR="00035641" w:rsidRPr="00447B8F" w:rsidRDefault="00035641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0F4B40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035641" w:rsidRPr="00657AF1" w:rsidRDefault="00035641" w:rsidP="00035641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 xml:space="preserve">části </w:t>
      </w:r>
      <w:r w:rsidR="00713D50">
        <w:rPr>
          <w:rFonts w:ascii="Arial" w:hAnsi="Arial" w:cs="Arial"/>
          <w:sz w:val="20"/>
          <w:szCs w:val="20"/>
        </w:rPr>
        <w:t>C</w:t>
      </w:r>
      <w:r w:rsidRPr="00657AF1">
        <w:rPr>
          <w:rFonts w:ascii="Arial" w:hAnsi="Arial" w:cs="Arial"/>
          <w:sz w:val="20"/>
          <w:szCs w:val="20"/>
        </w:rPr>
        <w:t>. Kvalifikace v čl. I</w:t>
      </w:r>
      <w:r>
        <w:rPr>
          <w:rFonts w:ascii="Arial" w:hAnsi="Arial" w:cs="Arial"/>
          <w:sz w:val="20"/>
          <w:szCs w:val="20"/>
        </w:rPr>
        <w:t>II.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st. </w:t>
      </w:r>
      <w:r w:rsidRPr="00490C57">
        <w:rPr>
          <w:rFonts w:ascii="Arial" w:hAnsi="Arial" w:cs="Arial"/>
          <w:sz w:val="20"/>
          <w:szCs w:val="20"/>
          <w:u w:val="single"/>
        </w:rPr>
        <w:t>1) Seznam významných dodávek</w:t>
      </w:r>
      <w:r>
        <w:rPr>
          <w:rFonts w:ascii="Arial" w:hAnsi="Arial" w:cs="Arial"/>
          <w:sz w:val="20"/>
          <w:szCs w:val="20"/>
        </w:rPr>
        <w:t xml:space="preserve"> výše zmíněné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realizovaných za poslední </w:t>
      </w:r>
      <w:r>
        <w:rPr>
          <w:rFonts w:ascii="Arial" w:hAnsi="Arial" w:cs="Arial"/>
          <w:sz w:val="20"/>
          <w:szCs w:val="20"/>
        </w:rPr>
        <w:t>3</w:t>
      </w:r>
      <w:r w:rsidRPr="00657AF1">
        <w:rPr>
          <w:rFonts w:ascii="Arial" w:hAnsi="Arial" w:cs="Arial"/>
          <w:sz w:val="20"/>
          <w:szCs w:val="20"/>
        </w:rPr>
        <w:t xml:space="preserve"> roky před zahájením zadávacího řízení včetně uvedení </w:t>
      </w:r>
      <w:r>
        <w:rPr>
          <w:rFonts w:ascii="Arial" w:hAnsi="Arial" w:cs="Arial"/>
          <w:sz w:val="20"/>
          <w:szCs w:val="20"/>
        </w:rPr>
        <w:t>finančního objemu</w:t>
      </w:r>
      <w:r w:rsidRPr="00657AF1">
        <w:rPr>
          <w:rFonts w:ascii="Arial" w:hAnsi="Arial" w:cs="Arial"/>
          <w:sz w:val="20"/>
          <w:szCs w:val="20"/>
        </w:rPr>
        <w:t>, doby jejich poskytnutí</w:t>
      </w:r>
      <w:r>
        <w:rPr>
          <w:rFonts w:ascii="Arial" w:hAnsi="Arial" w:cs="Arial"/>
          <w:sz w:val="20"/>
          <w:szCs w:val="20"/>
        </w:rPr>
        <w:t>, rozsahu</w:t>
      </w:r>
      <w:r w:rsidRPr="00657AF1">
        <w:rPr>
          <w:rFonts w:ascii="Arial" w:hAnsi="Arial" w:cs="Arial"/>
          <w:sz w:val="20"/>
          <w:szCs w:val="20"/>
        </w:rPr>
        <w:t xml:space="preserve"> a identifikaci </w:t>
      </w:r>
      <w:r>
        <w:rPr>
          <w:rFonts w:ascii="Arial" w:hAnsi="Arial" w:cs="Arial"/>
          <w:sz w:val="20"/>
          <w:szCs w:val="20"/>
        </w:rPr>
        <w:t>kupujícího</w:t>
      </w:r>
      <w:r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35641" w:rsidRDefault="0003564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35641" w:rsidRDefault="0003564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35641" w:rsidRDefault="0003564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35641" w:rsidRDefault="0003564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35641" w:rsidRDefault="0003564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35641" w:rsidRDefault="0003564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35641" w:rsidRDefault="0003564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F4B40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</w:t>
      </w:r>
      <w:r>
        <w:rPr>
          <w:rFonts w:ascii="Arial" w:hAnsi="Arial" w:cs="Arial"/>
          <w:sz w:val="20"/>
          <w:szCs w:val="20"/>
        </w:rPr>
        <w:t>zakázka č. 1:</w:t>
      </w:r>
    </w:p>
    <w:p w:rsidR="000833C4" w:rsidRDefault="000833C4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467AF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F4B40" w:rsidP="00713D5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F4B4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67AF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F4B40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F4B4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67AF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F4B40" w:rsidP="00713D5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F4B4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67AF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F4B40" w:rsidP="00713D5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F4B4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67AF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F4B40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F4B4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0833C4" w:rsidRDefault="000833C4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F4B40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0833C4" w:rsidRDefault="000833C4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467AF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F4B40" w:rsidP="00713D5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F4B4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67AF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F4B4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F4B4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67A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F4B40" w:rsidP="00713D5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F4B4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67AF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F4B40" w:rsidP="00713D5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F4B4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67A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F4B40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F4B4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0833C4" w:rsidRPr="00447B8F" w:rsidRDefault="000833C4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0F4B40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sectPr w:rsidR="009E7AC7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B40" w:rsidRDefault="000F4B40">
      <w:r>
        <w:separator/>
      </w:r>
    </w:p>
  </w:endnote>
  <w:endnote w:type="continuationSeparator" w:id="0">
    <w:p w:rsidR="000F4B40" w:rsidRDefault="000F4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0F4B4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B40" w:rsidRDefault="000F4B40">
      <w:r>
        <w:separator/>
      </w:r>
    </w:p>
  </w:footnote>
  <w:footnote w:type="continuationSeparator" w:id="0">
    <w:p w:rsidR="000F4B40" w:rsidRDefault="000F4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0F4B40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1E422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3C2DD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3082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65297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28E8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13089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1A57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5AC14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ADE1D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5FA23B6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E6C630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9B8833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8AE181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71EF7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B203F5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A88D27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996AD8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FC0A7F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A796BB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60AE2A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218D2C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0C26D5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866AC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A044E2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56C4B6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8107B5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5E23B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0A1065F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1BEE9C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35D0F73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B76BAD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3407B3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58CAD4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3D9299D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14D4582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D1E284B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E0A24CD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BB847C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EE1ADD7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180524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82AA01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3FD8A74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93D2739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8630724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98EDD1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850CB24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7202539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F0E9CB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0B0A63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B481ED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E918D86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27A426E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292A47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8D6F694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B400DCF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2E4C618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EEC8800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972C7A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40927DB0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5D527D2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4299E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5F6AC3F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A0068064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B76411F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E922510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576EA1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D34DD2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22C7D2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4B2FBB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6DF4933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E8C66F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FE4CED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DEC88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52A22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22E12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4A8EB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407F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3021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5CFA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C049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2CDB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D20EF4B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CDCDE0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445042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DBC904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362994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C4AA25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B92EAF0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30665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D48810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64D0025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4509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84F3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36A2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6248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1246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D63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D861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9C08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99A26000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5A642BA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6F44EB1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F384916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B8FE5A06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186D6A4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D4CE778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AC7EFCB6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940AE03E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4CF23A7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54E0C2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438A55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7D4403D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D4E5C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392031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95892E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66968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E4E9DD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4A480E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E8440EF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9AB465C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C8200A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14A468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24A9C1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8A869E0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6040D4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4B2E1F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884C494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D9A8F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A0CE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104FD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FA03D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AEA34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9ED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7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DD2A8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54D27A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1467BA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26B42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3064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AA94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B4A51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33E3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77808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6AA3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5810BE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08419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BC688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8D0F86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D3A3B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7DE47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E3288B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9D836C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7EA0E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CC45D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7842D6E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808AA970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AE44EEF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AE02038E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D41A95C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1068A884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CFCF24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44227C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40F0AE4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B74C4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F2A9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1007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7E8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E056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6EFA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FE15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B8427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79094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604C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D8A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8C0F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491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265E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481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82C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5009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D1A08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B6E6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13E53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B08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E850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A671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D69A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28F9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909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7D989F3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98BE28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BC26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1FEE8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B1E2C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8E8E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140B7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05617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90F0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03BEDC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87895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54D0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402F0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BAD4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78641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A5616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EE626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BAA3C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110A47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A4865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982B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383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46B0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E4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7FC3A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E0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1E1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78EEBDB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F80EFE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6E21CC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D46A865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B9C8D7E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84B6BB2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8C8EB95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5D289A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C236106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7200C97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AAF273D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EC122D7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72E8D2E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402E7AD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4BC91A6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D484DD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C17C521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4B64AB8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D224254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A7502A0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3D76386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2E400E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D9320E6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3A0E81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3D485BE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BB7632F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D8109B7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CED43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CEC74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76C4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2862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5EE6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AA426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CCA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ACF1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40D8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5641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33C4"/>
    <w:rsid w:val="00086B5B"/>
    <w:rsid w:val="00091B46"/>
    <w:rsid w:val="0009355C"/>
    <w:rsid w:val="00094088"/>
    <w:rsid w:val="00095910"/>
    <w:rsid w:val="000A01D0"/>
    <w:rsid w:val="000A5431"/>
    <w:rsid w:val="000B0844"/>
    <w:rsid w:val="000B1BF7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4B40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13D50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467AF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97EBA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D2B674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</TotalTime>
  <Pages>2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10</cp:revision>
  <cp:lastPrinted>2018-04-18T10:56:00Z</cp:lastPrinted>
  <dcterms:created xsi:type="dcterms:W3CDTF">2019-06-04T09:28:00Z</dcterms:created>
  <dcterms:modified xsi:type="dcterms:W3CDTF">2023-06-28T11:15:00Z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